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7683" w14:textId="77777777" w:rsidR="003F1152" w:rsidRPr="0091069E" w:rsidRDefault="003F1152" w:rsidP="007F3562">
      <w:pPr>
        <w:jc w:val="both"/>
        <w:rPr>
          <w:b/>
          <w:bCs/>
        </w:rPr>
      </w:pPr>
    </w:p>
    <w:p w14:paraId="3AE75EF9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14:paraId="59335910" w14:textId="77777777" w:rsidR="0091069E" w:rsidRDefault="0091069E" w:rsidP="0091069E">
      <w:pPr>
        <w:jc w:val="both"/>
        <w:rPr>
          <w:b/>
          <w:bCs/>
        </w:rPr>
      </w:pPr>
    </w:p>
    <w:p w14:paraId="21EC9627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14:paraId="0C4919C2" w14:textId="77777777" w:rsidR="0091069E" w:rsidRDefault="0091069E" w:rsidP="007F3562">
      <w:pPr>
        <w:jc w:val="both"/>
        <w:rPr>
          <w:b/>
          <w:bCs/>
        </w:rPr>
      </w:pPr>
    </w:p>
    <w:p w14:paraId="6B6DD4CE" w14:textId="77777777" w:rsidR="003F1152" w:rsidRPr="0091069E" w:rsidRDefault="003F1152" w:rsidP="007F3562">
      <w:pPr>
        <w:jc w:val="both"/>
        <w:rPr>
          <w:b/>
          <w:bCs/>
        </w:rPr>
      </w:pPr>
    </w:p>
    <w:p w14:paraId="6F89DEEA" w14:textId="77777777"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14:paraId="1739AF6C" w14:textId="77777777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14:paraId="1B0B71D1" w14:textId="77777777" w:rsidR="00D024DB" w:rsidRPr="0091069E" w:rsidRDefault="00053616" w:rsidP="007F3562">
      <w:pPr>
        <w:jc w:val="both"/>
      </w:pPr>
      <w:r>
        <w:t xml:space="preserve"> </w:t>
      </w:r>
    </w:p>
    <w:p w14:paraId="211A1F84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0237D476" w14:textId="77777777" w:rsidR="00A1592F" w:rsidRPr="0091069E" w:rsidRDefault="00A1592F" w:rsidP="00A1592F">
      <w:pPr>
        <w:jc w:val="both"/>
      </w:pPr>
    </w:p>
    <w:p w14:paraId="32DE6D9D" w14:textId="60EAB678"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64D80">
        <w:t>väikehanke</w:t>
      </w:r>
      <w:r w:rsidRPr="00564D80">
        <w:t xml:space="preserve"> 1-47/</w:t>
      </w:r>
      <w:r w:rsidR="00E64B48">
        <w:t>3086</w:t>
      </w:r>
      <w:r w:rsidR="001E6CED" w:rsidRPr="006F49E4">
        <w:t xml:space="preserve"> </w:t>
      </w:r>
      <w:r w:rsidR="00895296">
        <w:t>„</w:t>
      </w:r>
      <w:r w:rsidR="00E64B48" w:rsidRPr="00E64B48">
        <w:rPr>
          <w:b/>
        </w:rPr>
        <w:t>Endla metsamaja rekonstrueerimistöödele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BC1552">
        <w:t xml:space="preserve"> </w:t>
      </w:r>
      <w:r w:rsidR="00E64B48">
        <w:t>278213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1A1FE31A" w14:textId="77777777" w:rsidR="00825249" w:rsidRPr="0091069E" w:rsidRDefault="00D024DB" w:rsidP="00482E6B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5458165D" w14:textId="47304878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E64B48">
        <w:rPr>
          <w:b/>
        </w:rPr>
        <w:t>Endla metsamaja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AB20AD">
        <w:rPr>
          <w:b/>
          <w:bCs/>
        </w:rPr>
        <w:t>.</w:t>
      </w:r>
    </w:p>
    <w:p w14:paraId="525ED749" w14:textId="77777777" w:rsidR="0065237A" w:rsidRPr="0091069E" w:rsidRDefault="0065237A" w:rsidP="0065237A">
      <w:pPr>
        <w:jc w:val="both"/>
        <w:rPr>
          <w:bCs/>
        </w:rPr>
      </w:pPr>
    </w:p>
    <w:p w14:paraId="137CDCA7" w14:textId="115AA043" w:rsidR="0091069E" w:rsidRPr="003A0AC1" w:rsidRDefault="0005270D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14:paraId="38299C1B" w14:textId="77777777" w:rsidR="00233CB1" w:rsidRDefault="00F25F8B" w:rsidP="003A0AC1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F567C72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7E6C86E0" w14:textId="77777777" w:rsidR="00387ADD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B576726" w14:textId="4CD84D45" w:rsidR="00D40840" w:rsidRDefault="00387ADD" w:rsidP="00F25F8B">
      <w:pPr>
        <w:jc w:val="both"/>
      </w:pPr>
      <w:r>
        <w:t xml:space="preserve">2.2.2. </w:t>
      </w:r>
      <w:r w:rsidR="00407139" w:rsidRPr="00407139">
        <w:rPr>
          <w:color w:val="000000" w:themeColor="text1"/>
        </w:rPr>
        <w:t>PULEIUM OÜ</w:t>
      </w:r>
      <w:r w:rsidR="0095426F" w:rsidRPr="009F6682">
        <w:rPr>
          <w:color w:val="000000" w:themeColor="text1"/>
        </w:rPr>
        <w:t xml:space="preserve"> poolt koostatud</w:t>
      </w:r>
      <w:r w:rsidR="00BC1552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„</w:t>
      </w:r>
      <w:r w:rsidR="00950375" w:rsidRPr="00950375">
        <w:rPr>
          <w:color w:val="000000" w:themeColor="text1"/>
        </w:rPr>
        <w:t>RMK ENDLA METSAMAJA PUITKONSTRUKTSIOONIDE EKSPERTIIS</w:t>
      </w:r>
      <w:r w:rsidR="0095426F" w:rsidRPr="009F6682">
        <w:rPr>
          <w:color w:val="000000" w:themeColor="text1"/>
        </w:rPr>
        <w:t xml:space="preserve">“ </w:t>
      </w:r>
      <w:r w:rsidR="00950375" w:rsidRPr="00950375">
        <w:rPr>
          <w:color w:val="000000" w:themeColor="text1"/>
        </w:rPr>
        <w:t xml:space="preserve">ekspertiisist </w:t>
      </w:r>
      <w:r w:rsidR="004676FD" w:rsidRPr="00BC1552">
        <w:t xml:space="preserve">(töö nr </w:t>
      </w:r>
      <w:r w:rsidR="00950375" w:rsidRPr="00950375">
        <w:rPr>
          <w:sz w:val="22"/>
          <w:szCs w:val="22"/>
        </w:rPr>
        <w:t>RTE 263/23</w:t>
      </w:r>
      <w:r w:rsidR="00E54EE4" w:rsidRPr="00BC1552">
        <w:t>);</w:t>
      </w:r>
    </w:p>
    <w:p w14:paraId="5EFBE8D9" w14:textId="29C80416" w:rsidR="00387ADD" w:rsidRPr="00E54EE4" w:rsidRDefault="00387ADD" w:rsidP="00F25F8B">
      <w:pPr>
        <w:jc w:val="both"/>
      </w:pPr>
      <w:r>
        <w:t xml:space="preserve">2.2.3. </w:t>
      </w:r>
      <w:r w:rsidR="00E11DFE">
        <w:t xml:space="preserve">Endla metsamaja </w:t>
      </w:r>
      <w:r w:rsidR="00C06C2F">
        <w:t>t</w:t>
      </w:r>
      <w:r w:rsidR="007E42E6">
        <w:t>eostavate tööde mah</w:t>
      </w:r>
      <w:r w:rsidR="00C06C2F">
        <w:t>ud;</w:t>
      </w:r>
    </w:p>
    <w:p w14:paraId="131D1A76" w14:textId="483FCC4E" w:rsidR="00E762D2" w:rsidRPr="0091069E" w:rsidRDefault="00F25F8B" w:rsidP="00F25F8B">
      <w:pPr>
        <w:jc w:val="both"/>
      </w:pPr>
      <w:r w:rsidRPr="0091069E">
        <w:t>2.2.</w:t>
      </w:r>
      <w:r w:rsidR="00C06C2F">
        <w:t>4</w:t>
      </w:r>
      <w:r w:rsidRPr="0091069E">
        <w:t xml:space="preserve">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5E8CEBDE" w14:textId="1E01EB79" w:rsidR="00D40840" w:rsidRPr="0091069E" w:rsidRDefault="00F25F8B" w:rsidP="00F25F8B">
      <w:pPr>
        <w:jc w:val="both"/>
      </w:pPr>
      <w:r w:rsidRPr="0091069E">
        <w:t>2.2.</w:t>
      </w:r>
      <w:r w:rsidR="00C06C2F">
        <w:t>5</w:t>
      </w:r>
      <w:r w:rsidRPr="0091069E">
        <w:t xml:space="preserve">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5F419D08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73321FA2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13053C8F" w14:textId="2C1C0DFC" w:rsidR="0091069E" w:rsidRPr="003A0AC1" w:rsidRDefault="00DD6741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14:paraId="4AF0FAD6" w14:textId="77777777" w:rsidR="00B0503F" w:rsidRPr="003F1152" w:rsidRDefault="000D17C9" w:rsidP="003A0AC1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1EA9313D" w14:textId="7A165CD6" w:rsidR="00482E6B" w:rsidRDefault="00B0503F" w:rsidP="007613F4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</w:t>
      </w:r>
      <w:r w:rsidRPr="00B0503F">
        <w:rPr>
          <w:color w:val="000000"/>
        </w:rPr>
        <w:t xml:space="preserve">, ja </w:t>
      </w:r>
    </w:p>
    <w:p w14:paraId="6307EF8C" w14:textId="5913DE84" w:rsidR="00482E6B" w:rsidRDefault="00DF6257" w:rsidP="007613F4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t>ühekordne tasu ……. e</w:t>
      </w:r>
      <w:r w:rsidR="00B0503F">
        <w:t xml:space="preserve">urot ehitustööde (sh </w:t>
      </w:r>
      <w:r w:rsidR="00B0503F" w:rsidRPr="005F698B">
        <w:t>vaegtööde</w:t>
      </w:r>
      <w:r w:rsidR="00B0503F">
        <w:t>) lõpliku vastuvõtmise, täitedokumentatsiooni kontrolli ja lõpparuande koostamise eest, millele lisandub käibemaks</w:t>
      </w:r>
      <w:r w:rsidR="00DC4A8F" w:rsidRPr="00482E6B">
        <w:rPr>
          <w:color w:val="000000"/>
        </w:rPr>
        <w:t>.</w:t>
      </w:r>
    </w:p>
    <w:p w14:paraId="43FA2C51" w14:textId="77777777" w:rsidR="00482E6B" w:rsidRDefault="000D17C9" w:rsidP="00992C4C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töö eest alljärgnevalt:</w:t>
      </w:r>
    </w:p>
    <w:p w14:paraId="00CF31EC" w14:textId="77777777" w:rsidR="00482E6B" w:rsidRDefault="00B0503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igakuiselt omanikujärelevalve teenuse tegeliku osutamise iga kalendrikuu eest </w:t>
      </w:r>
      <w:r w:rsidR="00357E0D" w:rsidRPr="00482E6B">
        <w:rPr>
          <w:color w:val="000000"/>
        </w:rPr>
        <w:t>………………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;</w:t>
      </w:r>
    </w:p>
    <w:p w14:paraId="33318051" w14:textId="77777777" w:rsidR="00482E6B" w:rsidRDefault="00B0503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lastRenderedPageBreak/>
        <w:t xml:space="preserve">ehitustööde </w:t>
      </w:r>
      <w:r w:rsidRPr="005F698B">
        <w:t>(sh vaegtööde)</w:t>
      </w:r>
      <w:r w:rsidRPr="00482E6B">
        <w:rPr>
          <w:color w:val="FF0000"/>
        </w:rPr>
        <w:t xml:space="preserve"> </w:t>
      </w:r>
      <w:r w:rsidRPr="00482E6B">
        <w:rPr>
          <w:color w:val="000000"/>
        </w:rPr>
        <w:t>lõpliku vastuvõtmise, täitedokumentatsiooni kontrolli ja lõpparuande ühekordse tasuna</w:t>
      </w:r>
      <w:r w:rsidR="00DC4A8F" w:rsidRPr="00482E6B">
        <w:rPr>
          <w:color w:val="000000"/>
        </w:rPr>
        <w:t xml:space="preserve"> </w:t>
      </w:r>
      <w:r w:rsidR="00DD6741" w:rsidRPr="00482E6B">
        <w:rPr>
          <w:color w:val="000000"/>
        </w:rPr>
        <w:t>…………………..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.</w:t>
      </w:r>
    </w:p>
    <w:p w14:paraId="7DF8211C" w14:textId="77777777" w:rsidR="00482E6B" w:rsidRP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le vastavalt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 poolt esitatud </w:t>
      </w:r>
      <w:r w:rsidR="00771410" w:rsidRPr="00482E6B">
        <w:rPr>
          <w:color w:val="000000"/>
        </w:rPr>
        <w:t>osutatud teenuse</w:t>
      </w:r>
      <w:r w:rsidR="00DC4A8F" w:rsidRPr="00482E6B">
        <w:rPr>
          <w:color w:val="000000"/>
        </w:rPr>
        <w:t xml:space="preserve"> üleandmis-vastuvõtuaktile.</w:t>
      </w:r>
      <w:r w:rsidR="00B0503F" w:rsidRPr="00482E6B">
        <w:rPr>
          <w:color w:val="000000"/>
        </w:rPr>
        <w:t xml:space="preserve"> Kuutasu eest esitatakse akt igakuiselt nendel kalendrikuudel, millal omanikujärelevalve</w:t>
      </w:r>
      <w:r w:rsidR="000F64D5" w:rsidRPr="00482E6B">
        <w:rPr>
          <w:color w:val="000000"/>
        </w:rPr>
        <w:t xml:space="preserve"> </w:t>
      </w:r>
      <w:r w:rsidR="00B0503F" w:rsidRPr="00482E6B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6E595CD" w14:textId="77777777" w:rsid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on kohustatud 5 (viie) tööpäeva jooksul, alates üleandmis-vastuvõtu akti saamisele järgnevast tööpäevast, selle allakirjutatult tagastama või motiveeritult keeldu</w:t>
      </w:r>
      <w:r w:rsidR="00771410" w:rsidRPr="00482E6B">
        <w:rPr>
          <w:color w:val="000000"/>
        </w:rPr>
        <w:t>ma teostatud t</w:t>
      </w:r>
      <w:r w:rsidR="00DD6741" w:rsidRPr="00482E6B">
        <w:rPr>
          <w:color w:val="000000"/>
        </w:rPr>
        <w:t>öö vastuvõtmisest.</w:t>
      </w:r>
    </w:p>
    <w:p w14:paraId="0740AC35" w14:textId="77777777" w:rsid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Käsundisaaja</w:t>
      </w:r>
      <w:r w:rsidR="00DD6741" w:rsidRPr="00482E6B">
        <w:rPr>
          <w:color w:val="000000"/>
        </w:rPr>
        <w:t>lt</w:t>
      </w:r>
      <w:r w:rsidR="00DC4A8F" w:rsidRPr="00482E6B">
        <w:rPr>
          <w:color w:val="000000"/>
        </w:rPr>
        <w:t xml:space="preserve"> arve saamisel </w:t>
      </w:r>
      <w:r w:rsidR="00771410" w:rsidRPr="00482E6B">
        <w:rPr>
          <w:color w:val="000000"/>
        </w:rPr>
        <w:t>k</w:t>
      </w:r>
      <w:r w:rsidR="00DD6741" w:rsidRPr="00482E6B">
        <w:rPr>
          <w:color w:val="000000"/>
        </w:rPr>
        <w:t xml:space="preserve">äsundiandja poolt allakirjutatud </w:t>
      </w:r>
      <w:r w:rsidR="00DC4A8F" w:rsidRPr="00482E6B">
        <w:rPr>
          <w:color w:val="000000"/>
        </w:rPr>
        <w:t>üleandmis-vastu</w:t>
      </w:r>
      <w:r w:rsidR="00DD6741" w:rsidRPr="00482E6B">
        <w:rPr>
          <w:color w:val="000000"/>
        </w:rPr>
        <w:t>võtu aktiga fikseeritud summas</w:t>
      </w:r>
      <w:r w:rsidR="00DC4A8F" w:rsidRPr="00482E6B">
        <w:rPr>
          <w:color w:val="000000"/>
        </w:rPr>
        <w:t xml:space="preserve"> kohustub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selle tasuma 5 (viie) tööpäeva jooksul arvates ar</w:t>
      </w:r>
      <w:r w:rsidR="00DD6741" w:rsidRPr="00482E6B">
        <w:rPr>
          <w:color w:val="000000"/>
        </w:rPr>
        <w:t>ve saamisele järgnevast päevast.</w:t>
      </w:r>
    </w:p>
    <w:p w14:paraId="3F0CB871" w14:textId="77777777" w:rsidR="00482E6B" w:rsidRDefault="00DC4A8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Lepingu </w:t>
      </w:r>
      <w:r w:rsidR="00771410" w:rsidRPr="00482E6B">
        <w:rPr>
          <w:color w:val="000000"/>
        </w:rPr>
        <w:t>ennetähtaegsel ülesütlemisel 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 xml:space="preserve"> poolt tasutakse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le üleandmis-vastuvõtuakti alusel vastavalt </w:t>
      </w:r>
      <w:r w:rsidR="00DD6741" w:rsidRPr="00482E6B">
        <w:rPr>
          <w:color w:val="000000"/>
        </w:rPr>
        <w:t>osutatud teenuse mahule selles osas</w:t>
      </w:r>
      <w:r w:rsidRPr="00482E6B">
        <w:rPr>
          <w:color w:val="000000"/>
        </w:rPr>
        <w:t xml:space="preserve">, millele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D6741" w:rsidRPr="00482E6B">
        <w:rPr>
          <w:color w:val="000000"/>
        </w:rPr>
        <w:t>l ei ole pretensioone.</w:t>
      </w:r>
    </w:p>
    <w:p w14:paraId="2F856FBD" w14:textId="77777777" w:rsidR="00482E6B" w:rsidRDefault="00DD6741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Osutatud teenus</w:t>
      </w:r>
      <w:r w:rsidR="00DC4A8F" w:rsidRPr="00482E6B">
        <w:rPr>
          <w:color w:val="000000"/>
        </w:rPr>
        <w:t xml:space="preserve"> võetakse vastu ja lõp</w:t>
      </w:r>
      <w:r w:rsidRPr="00482E6B">
        <w:rPr>
          <w:color w:val="000000"/>
        </w:rPr>
        <w:t>parveldus tehakse pärast ehitustööde</w:t>
      </w:r>
      <w:r w:rsidR="00DC4A8F" w:rsidRPr="00482E6B">
        <w:rPr>
          <w:color w:val="000000"/>
        </w:rPr>
        <w:t xml:space="preserve"> lõppülevaatuse akti ja </w:t>
      </w:r>
      <w:r w:rsidRPr="00482E6B">
        <w:rPr>
          <w:color w:val="000000"/>
        </w:rPr>
        <w:t xml:space="preserve">ehitise </w:t>
      </w:r>
      <w:r w:rsidR="00DC4A8F" w:rsidRPr="00482E6B">
        <w:rPr>
          <w:color w:val="000000"/>
        </w:rPr>
        <w:t xml:space="preserve">kasutusloa vormistamist, millele on allakirjutanud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ja </w:t>
      </w:r>
      <w:r w:rsidR="00771410" w:rsidRPr="00482E6B">
        <w:rPr>
          <w:color w:val="000000"/>
        </w:rPr>
        <w:t>ehitaja</w:t>
      </w:r>
      <w:r w:rsidR="000D17C9" w:rsidRPr="00482E6B">
        <w:rPr>
          <w:color w:val="000000"/>
        </w:rPr>
        <w:t xml:space="preserve"> </w:t>
      </w:r>
      <w:r w:rsidR="00DC4A8F" w:rsidRPr="00482E6B">
        <w:rPr>
          <w:color w:val="000000"/>
        </w:rPr>
        <w:t>esindajad.</w:t>
      </w:r>
    </w:p>
    <w:p w14:paraId="08997D04" w14:textId="5E37691C" w:rsidR="00482E6B" w:rsidRPr="00482E6B" w:rsidRDefault="00B0503F" w:rsidP="00482E6B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B0503F">
        <w:t xml:space="preserve">Juhul, kui ehitustööd pikenevad omanikujärelevalve teenuse osutajast sõltumata, jätkab käsundisaaja teenuse osutamist ning käsundiandja maksab selle eest tasu samadel alustel. </w:t>
      </w:r>
    </w:p>
    <w:p w14:paraId="0EC839B5" w14:textId="77777777" w:rsid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4BB3BB25" w14:textId="77777777" w:rsidR="00482E6B" w:rsidRDefault="0005270D" w:rsidP="00482E6B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 xml:space="preserve">Lepingu </w:t>
      </w:r>
      <w:r w:rsidR="008F76D0" w:rsidRPr="00482E6B">
        <w:rPr>
          <w:b/>
          <w:bCs/>
        </w:rPr>
        <w:t xml:space="preserve">kehtivus </w:t>
      </w:r>
      <w:r w:rsidR="000F64D5" w:rsidRPr="00482E6B">
        <w:rPr>
          <w:b/>
          <w:bCs/>
        </w:rPr>
        <w:t>ja omanikujärelevalve teenuse tegeliku osutamise aeg</w:t>
      </w:r>
    </w:p>
    <w:p w14:paraId="4C6BBCD3" w14:textId="77777777" w:rsidR="00482E6B" w:rsidRDefault="000D17C9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t>E</w:t>
      </w:r>
      <w:r w:rsidR="0005270D" w:rsidRPr="003F1152">
        <w:t xml:space="preserve">hitusplatsil alustatakse </w:t>
      </w:r>
      <w:r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Pr="003F1152">
        <w:t>äsundiandja</w:t>
      </w:r>
      <w:r w:rsidR="0005270D" w:rsidRPr="003F1152">
        <w:t xml:space="preserve"> </w:t>
      </w:r>
      <w:r w:rsidR="00771410" w:rsidRPr="003F1152">
        <w:t>k</w:t>
      </w:r>
      <w:r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Pr="003F1152">
        <w:t xml:space="preserve">ehitustööde </w:t>
      </w:r>
      <w:r w:rsidR="0005270D" w:rsidRPr="003F1152">
        <w:t>algust.</w:t>
      </w:r>
    </w:p>
    <w:p w14:paraId="607D27F6" w14:textId="77777777" w:rsidR="00482E6B" w:rsidRDefault="000D17C9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5FE1B19B" w14:textId="581E2E6B" w:rsidR="00482E6B" w:rsidRPr="00482E6B" w:rsidRDefault="000F64D5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18E7B230" w14:textId="77777777" w:rsidR="00482E6B" w:rsidRP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13F6BE71" w14:textId="77777777" w:rsidR="00482E6B" w:rsidRPr="00482E6B" w:rsidRDefault="00BE55BA" w:rsidP="00482E6B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color w:val="000000"/>
        </w:rPr>
        <w:t>Poolte vastutus</w:t>
      </w:r>
    </w:p>
    <w:p w14:paraId="0A4FE378" w14:textId="77777777" w:rsidR="00482E6B" w:rsidRDefault="009C1300" w:rsidP="00482E6B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482E6B">
        <w:rPr>
          <w:color w:val="000000"/>
        </w:rPr>
        <w:t>Käsundisaaja arve tasumisega viivitamisel</w:t>
      </w:r>
      <w:r w:rsidR="00DC4A8F" w:rsidRPr="00482E6B">
        <w:rPr>
          <w:color w:val="000000"/>
        </w:rPr>
        <w:t xml:space="preserve"> maksab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viivist 0,15% iga kalendripäeva kohta </w:t>
      </w:r>
      <w:r w:rsidRPr="00482E6B">
        <w:rPr>
          <w:color w:val="000000"/>
        </w:rPr>
        <w:t>tasumata summast</w:t>
      </w:r>
      <w:r w:rsidR="00DC4A8F" w:rsidRPr="00482E6B">
        <w:rPr>
          <w:color w:val="000000"/>
        </w:rPr>
        <w:t>, kuid mitte rohkem</w:t>
      </w:r>
      <w:r w:rsidRPr="00482E6B">
        <w:rPr>
          <w:color w:val="000000"/>
        </w:rPr>
        <w:t xml:space="preserve"> kui</w:t>
      </w:r>
      <w:r w:rsidR="00DC4A8F" w:rsidRPr="00482E6B">
        <w:rPr>
          <w:color w:val="000000"/>
        </w:rPr>
        <w:t xml:space="preserve"> 10% </w:t>
      </w:r>
      <w:r w:rsidR="00B26CD5" w:rsidRPr="00482E6B">
        <w:rPr>
          <w:color w:val="000000"/>
        </w:rPr>
        <w:t>l</w:t>
      </w:r>
      <w:r w:rsidRPr="00482E6B">
        <w:rPr>
          <w:color w:val="000000"/>
        </w:rPr>
        <w:t xml:space="preserve">epingu punktis 3.1 nimetatud tasust. </w:t>
      </w:r>
    </w:p>
    <w:p w14:paraId="5F2112BA" w14:textId="77777777" w:rsidR="00482E6B" w:rsidRDefault="00DC4A8F" w:rsidP="00205BCE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Kui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0761D0" w:rsidRPr="00482E6B">
        <w:rPr>
          <w:color w:val="000000"/>
        </w:rPr>
        <w:t xml:space="preserve">jätab käesolevast lepingust ja </w:t>
      </w:r>
      <w:r w:rsidR="00F23365" w:rsidRPr="00482E6B">
        <w:rPr>
          <w:color w:val="000000"/>
        </w:rPr>
        <w:t xml:space="preserve">kutsestandardist tulenevalt oma kohustused täitmata või ei täida oma kohustusi </w:t>
      </w:r>
      <w:r w:rsidR="00045BAE" w:rsidRPr="00482E6B">
        <w:rPr>
          <w:color w:val="000000"/>
        </w:rPr>
        <w:t>hoolsalt ning sellest tulenevalt jäävad õigeaegselt tuvastamata ehituse käigus</w:t>
      </w:r>
      <w:r w:rsidR="00951D0E" w:rsidRPr="00482E6B">
        <w:rPr>
          <w:color w:val="000000"/>
        </w:rPr>
        <w:t xml:space="preserve"> või ehituse lõpptulemuse vastuvõtmisel 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ehitaja</w:t>
      </w:r>
      <w:r w:rsidRPr="00482E6B">
        <w:rPr>
          <w:color w:val="000000"/>
        </w:rPr>
        <w:t xml:space="preserve"> </w:t>
      </w:r>
      <w:r w:rsidR="000D17C9" w:rsidRPr="00482E6B">
        <w:rPr>
          <w:color w:val="000000"/>
        </w:rPr>
        <w:t xml:space="preserve">poolt teostatavates </w:t>
      </w:r>
      <w:r w:rsidRPr="00482E6B">
        <w:rPr>
          <w:color w:val="000000"/>
        </w:rPr>
        <w:t>ehitustöö</w:t>
      </w:r>
      <w:r w:rsidR="000D17C9" w:rsidRPr="00482E6B">
        <w:rPr>
          <w:color w:val="000000"/>
        </w:rPr>
        <w:t>de</w:t>
      </w:r>
      <w:r w:rsidRPr="00482E6B">
        <w:rPr>
          <w:color w:val="000000"/>
        </w:rPr>
        <w:t xml:space="preserve">s </w:t>
      </w:r>
      <w:r w:rsidR="00951D0E" w:rsidRPr="00482E6B">
        <w:rPr>
          <w:color w:val="000000"/>
        </w:rPr>
        <w:t xml:space="preserve">puudused </w:t>
      </w:r>
      <w:r w:rsidRPr="00482E6B">
        <w:rPr>
          <w:color w:val="000000"/>
        </w:rPr>
        <w:t xml:space="preserve">, </w:t>
      </w:r>
      <w:r w:rsidR="00771410" w:rsidRPr="00482E6B">
        <w:rPr>
          <w:color w:val="000000"/>
        </w:rPr>
        <w:t>hüvitab 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>le tekitatud kahju;</w:t>
      </w:r>
    </w:p>
    <w:p w14:paraId="66706AE4" w14:textId="49EB27D4" w:rsidR="00482E6B" w:rsidRDefault="009C1300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Viivise</w:t>
      </w:r>
      <w:r w:rsidR="007641CC" w:rsidRPr="00482E6B">
        <w:rPr>
          <w:color w:val="000000"/>
        </w:rPr>
        <w:t xml:space="preserve"> tasumine või</w:t>
      </w:r>
      <w:r w:rsidR="00DC4A8F" w:rsidRPr="00482E6B">
        <w:rPr>
          <w:color w:val="000000"/>
        </w:rPr>
        <w:t xml:space="preserve"> tekit</w:t>
      </w:r>
      <w:r w:rsidR="007641CC" w:rsidRPr="00482E6B">
        <w:rPr>
          <w:color w:val="000000"/>
        </w:rPr>
        <w:t>atud kahju hüvitamine</w:t>
      </w:r>
      <w:r w:rsidR="00DC4A8F" w:rsidRPr="00482E6B">
        <w:rPr>
          <w:color w:val="000000"/>
        </w:rPr>
        <w:t xml:space="preserve"> ei vabasta lepingupooli kohustuste täitmisest.</w:t>
      </w:r>
    </w:p>
    <w:p w14:paraId="7EC967F0" w14:textId="77777777" w:rsidR="0018303C" w:rsidRDefault="0018303C" w:rsidP="0018303C">
      <w:pPr>
        <w:pStyle w:val="Loendilik"/>
        <w:ind w:left="0"/>
        <w:jc w:val="both"/>
        <w:rPr>
          <w:color w:val="000000"/>
        </w:rPr>
      </w:pPr>
    </w:p>
    <w:p w14:paraId="53470FE8" w14:textId="77777777" w:rsidR="0018303C" w:rsidRDefault="0018303C" w:rsidP="0018303C">
      <w:pPr>
        <w:pStyle w:val="Loendilik"/>
        <w:ind w:left="0"/>
        <w:jc w:val="both"/>
        <w:rPr>
          <w:color w:val="000000"/>
        </w:rPr>
      </w:pPr>
    </w:p>
    <w:p w14:paraId="182832FF" w14:textId="77777777" w:rsidR="0018303C" w:rsidRDefault="0018303C" w:rsidP="0018303C">
      <w:pPr>
        <w:pStyle w:val="Loendilik"/>
        <w:ind w:left="0"/>
        <w:jc w:val="both"/>
        <w:rPr>
          <w:color w:val="000000"/>
        </w:rPr>
      </w:pPr>
    </w:p>
    <w:p w14:paraId="5D63D415" w14:textId="77777777" w:rsid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51FF166D" w14:textId="77777777" w:rsidR="00482E6B" w:rsidRPr="00482E6B" w:rsidRDefault="000D17C9" w:rsidP="00BA3D2A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>Käsundisaaja</w:t>
      </w:r>
      <w:r w:rsidR="00205BCE" w:rsidRPr="00482E6B">
        <w:rPr>
          <w:b/>
          <w:bCs/>
        </w:rPr>
        <w:t xml:space="preserve"> kohustused</w:t>
      </w:r>
    </w:p>
    <w:p w14:paraId="03706E5E" w14:textId="77777777" w:rsidR="00482E6B" w:rsidRPr="00482E6B" w:rsidRDefault="00FD22E9" w:rsidP="00BA3D2A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>
        <w:lastRenderedPageBreak/>
        <w:t xml:space="preserve">Käsundisaaja täidab kõiki </w:t>
      </w:r>
      <w:r w:rsidR="00205BCE" w:rsidRPr="00590021">
        <w:t xml:space="preserve"> kohustusi, mis </w:t>
      </w:r>
      <w:r w:rsidR="005C54CD">
        <w:t xml:space="preserve">on </w:t>
      </w:r>
      <w:r w:rsidR="00205BCE" w:rsidRPr="00590021">
        <w:t>omanikujärelevalve tegijale</w:t>
      </w:r>
      <w:r w:rsidR="00592D02" w:rsidRPr="00590021">
        <w:t xml:space="preserve">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</w:t>
      </w:r>
      <w:r w:rsidR="005C54CD">
        <w:t xml:space="preserve">valdkonda reguleerivate </w:t>
      </w:r>
      <w:r w:rsidR="006F7D16" w:rsidRPr="00590021">
        <w:t>õigusaktidega</w:t>
      </w:r>
      <w:r w:rsidR="000B0B6C" w:rsidRPr="00590021">
        <w:t>.</w:t>
      </w:r>
      <w:r w:rsidR="00205BCE" w:rsidRPr="00590021">
        <w:t xml:space="preserve"> </w:t>
      </w:r>
    </w:p>
    <w:p w14:paraId="75225D64" w14:textId="77777777" w:rsidR="00482E6B" w:rsidRPr="00482E6B" w:rsidRDefault="007A4A6F" w:rsidP="005F2E86">
      <w:pPr>
        <w:pStyle w:val="Loendilik"/>
        <w:numPr>
          <w:ilvl w:val="1"/>
          <w:numId w:val="9"/>
        </w:numPr>
        <w:jc w:val="both"/>
        <w:rPr>
          <w:color w:val="000000"/>
        </w:rPr>
      </w:pPr>
      <w:r>
        <w:t xml:space="preserve">Käsundisaaja kohustub </w:t>
      </w:r>
      <w:r w:rsidR="00F3252E">
        <w:t xml:space="preserve">käsundi </w:t>
      </w:r>
      <w:r>
        <w:t>teostam</w:t>
      </w:r>
      <w:r w:rsidR="007C1BF0">
        <w:t>isel kasutama riigihanke pakkumuses esitatud erialaspetsialisti või samaväärset eriala spetsialisti</w:t>
      </w:r>
      <w:r w:rsidR="00F11F08">
        <w:t xml:space="preserve">, kellel on kutsekvalifikatsioon </w:t>
      </w:r>
      <w:r w:rsidR="000E4006">
        <w:t>tasemel</w:t>
      </w:r>
      <w:r w:rsidR="00F11F08">
        <w:t xml:space="preserve"> vähemalt "Ehitusjuht, tase 6", spetsialiseerumisega "Omanikujärelevalve</w:t>
      </w:r>
      <w:r w:rsidR="000E4006">
        <w:t xml:space="preserve"> </w:t>
      </w:r>
      <w:r w:rsidR="00F11F08">
        <w:t>tegemine", kompetentsiga “Omanikujärelevalve tegemine üldehitusliku ehitamise valdkonnas”</w:t>
      </w:r>
      <w:r w:rsidR="000E4006">
        <w:t xml:space="preserve"> </w:t>
      </w:r>
      <w:r w:rsidR="00F11F08">
        <w:t>või sellega samaväärset või kõrgemat kutsekvalifikatsiooni.</w:t>
      </w:r>
      <w:r w:rsidR="000E4006">
        <w:t xml:space="preserve"> Käsundisaaja tagab, et omanikujärelevalve teenust osutab vastava erialase kutsekvalifikatsiooniga isik isiklikult. </w:t>
      </w:r>
    </w:p>
    <w:p w14:paraId="56409BF0" w14:textId="77777777" w:rsidR="00482E6B" w:rsidRPr="00482E6B" w:rsidRDefault="005F2E86" w:rsidP="00205BCE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590021">
        <w:t>Lisaks punkti</w:t>
      </w:r>
      <w:r w:rsidR="00B60F1B">
        <w:t>des</w:t>
      </w:r>
      <w:r w:rsidRPr="00590021">
        <w:t xml:space="preserve"> 6</w:t>
      </w:r>
      <w:r w:rsidR="00C26D3D" w:rsidRPr="00590021">
        <w:t>.1</w:t>
      </w:r>
      <w:r w:rsidR="00B60F1B">
        <w:t xml:space="preserve"> ja 6.2.</w:t>
      </w:r>
      <w:r w:rsidR="00C26D3D" w:rsidRPr="00590021">
        <w:t xml:space="preserve"> nimetatule on käsundisaajal kohustus: </w:t>
      </w:r>
    </w:p>
    <w:p w14:paraId="7C6D6729" w14:textId="77777777" w:rsidR="00482E6B" w:rsidRPr="00482E6B" w:rsidRDefault="00205BCE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Pr="00590021">
        <w:t xml:space="preserve">, mis toimuvad </w:t>
      </w:r>
      <w:r w:rsidR="00637490" w:rsidRPr="00590021">
        <w:t xml:space="preserve">tööde teostamise ajal vähemalt 2 (kaks) </w:t>
      </w:r>
      <w:r w:rsidRPr="00590021">
        <w:t>kord</w:t>
      </w:r>
      <w:r w:rsidR="00637490" w:rsidRPr="00590021">
        <w:t>a</w:t>
      </w:r>
      <w:r w:rsidRPr="00590021">
        <w:t xml:space="preserve"> </w:t>
      </w:r>
      <w:r w:rsidR="00637490" w:rsidRPr="00590021">
        <w:t>kuus</w:t>
      </w:r>
      <w:r w:rsidRPr="00590021">
        <w:t>.</w:t>
      </w:r>
    </w:p>
    <w:p w14:paraId="198875C5" w14:textId="77777777" w:rsidR="00482E6B" w:rsidRPr="00482E6B" w:rsidRDefault="00C201B3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protokollida nõupidamiste otsused;</w:t>
      </w:r>
    </w:p>
    <w:p w14:paraId="0F91CD56" w14:textId="77777777" w:rsidR="00305240" w:rsidRP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79B30316" w14:textId="77777777" w:rsidR="00305240" w:rsidRP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2691CD45" w14:textId="77777777" w:rsidR="00305240" w:rsidRPr="00305240" w:rsidRDefault="00205BCE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91069E">
        <w:t>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Pr="0091069E">
        <w:t>miseks projekteerija poolt.</w:t>
      </w:r>
    </w:p>
    <w:p w14:paraId="36C9F8BF" w14:textId="77777777" w:rsid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e</w:t>
      </w:r>
      <w:r w:rsidR="00DC4A8F" w:rsidRPr="00305240">
        <w:rPr>
          <w:color w:val="000000"/>
        </w:rPr>
        <w:t>sita</w:t>
      </w:r>
      <w:r w:rsidR="0035357D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</w:t>
      </w:r>
      <w:r w:rsidRPr="00305240">
        <w:rPr>
          <w:color w:val="000000"/>
        </w:rPr>
        <w:t xml:space="preserve">ehitajale </w:t>
      </w:r>
      <w:r w:rsidR="0035357D" w:rsidRPr="00305240">
        <w:rPr>
          <w:color w:val="000000"/>
        </w:rPr>
        <w:t xml:space="preserve">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35357D" w:rsidRPr="00305240">
        <w:rPr>
          <w:color w:val="000000"/>
        </w:rPr>
        <w:t xml:space="preserve">le </w:t>
      </w:r>
      <w:r w:rsidR="00DC4A8F" w:rsidRPr="00305240">
        <w:rPr>
          <w:color w:val="000000"/>
        </w:rPr>
        <w:t xml:space="preserve">loendi konstruktsioonidest, sõlmedest ja töödest, mille kohta </w:t>
      </w:r>
      <w:r w:rsidR="00A46DB8" w:rsidRPr="00305240">
        <w:rPr>
          <w:color w:val="000000"/>
        </w:rPr>
        <w:t>ehitaja</w:t>
      </w:r>
      <w:r w:rsidR="00DC4A8F" w:rsidRPr="00305240">
        <w:rPr>
          <w:color w:val="000000"/>
        </w:rPr>
        <w:t xml:space="preserve"> on kohusta</w:t>
      </w:r>
      <w:r w:rsidR="00205BCE" w:rsidRPr="00305240">
        <w:rPr>
          <w:color w:val="000000"/>
        </w:rPr>
        <w:t>tud koostama kaetud tööde aktid.</w:t>
      </w:r>
    </w:p>
    <w:p w14:paraId="05063DD4" w14:textId="77777777" w:rsidR="00305240" w:rsidRDefault="00205BCE" w:rsidP="002E06C0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 </w:t>
      </w:r>
      <w:r w:rsidR="00036B80" w:rsidRPr="00305240">
        <w:rPr>
          <w:color w:val="000000"/>
        </w:rPr>
        <w:t>t</w:t>
      </w:r>
      <w:r w:rsidR="00DC4A8F" w:rsidRPr="00305240">
        <w:rPr>
          <w:color w:val="000000"/>
        </w:rPr>
        <w:t>eosta</w:t>
      </w:r>
      <w:r w:rsidR="003001D6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ehitusplatsil </w:t>
      </w:r>
      <w:r w:rsidR="008F0B72" w:rsidRPr="00305240">
        <w:rPr>
          <w:color w:val="000000"/>
        </w:rPr>
        <w:t>omanikujärelevalvet</w:t>
      </w:r>
      <w:r w:rsidR="00DC4A8F" w:rsidRPr="00305240">
        <w:rPr>
          <w:color w:val="000000"/>
        </w:rPr>
        <w:t xml:space="preserve"> sellise sagedusega, mis tagab:</w:t>
      </w:r>
    </w:p>
    <w:p w14:paraId="7DBE1E4E" w14:textId="77777777" w:rsidR="00305240" w:rsidRDefault="00DC4A8F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vajalikud kooskõlastused </w:t>
      </w:r>
      <w:r w:rsidR="00036B80" w:rsidRPr="00305240">
        <w:rPr>
          <w:color w:val="000000"/>
        </w:rPr>
        <w:t>ehitajaga</w:t>
      </w:r>
      <w:r w:rsidRPr="00305240">
        <w:rPr>
          <w:color w:val="000000"/>
        </w:rPr>
        <w:t>;</w:t>
      </w:r>
    </w:p>
    <w:p w14:paraId="18866007" w14:textId="77777777" w:rsidR="00305240" w:rsidRDefault="007641CC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>kindlustunde</w:t>
      </w:r>
      <w:r w:rsidR="00205BCE" w:rsidRPr="00305240">
        <w:rPr>
          <w:color w:val="000000"/>
        </w:rPr>
        <w:t xml:space="preserve">, et </w:t>
      </w:r>
      <w:r w:rsidR="00036B80" w:rsidRPr="00305240">
        <w:rPr>
          <w:color w:val="000000"/>
        </w:rPr>
        <w:t>ehitaj</w:t>
      </w:r>
      <w:r w:rsidR="00DC4A8F" w:rsidRPr="00305240">
        <w:rPr>
          <w:color w:val="000000"/>
        </w:rPr>
        <w:t xml:space="preserve">a sooritab igat järgnevat tööetappi projekti ning </w:t>
      </w:r>
      <w:r w:rsidR="00205BCE" w:rsidRPr="00305240">
        <w:rPr>
          <w:color w:val="000000"/>
        </w:rPr>
        <w:t xml:space="preserve">õigusaktide </w:t>
      </w:r>
      <w:r w:rsidR="00DC4A8F" w:rsidRPr="00305240">
        <w:rPr>
          <w:color w:val="000000"/>
        </w:rPr>
        <w:t>nõuete kohaselt;</w:t>
      </w:r>
    </w:p>
    <w:p w14:paraId="5BE9E37D" w14:textId="77777777" w:rsidR="00305240" w:rsidRDefault="002E06C0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kindlustunde, </w:t>
      </w:r>
      <w:r w:rsidR="00DC4A8F" w:rsidRPr="00305240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305240">
        <w:rPr>
          <w:color w:val="000000"/>
        </w:rPr>
        <w:t>;</w:t>
      </w:r>
    </w:p>
    <w:p w14:paraId="48788FD0" w14:textId="77777777" w:rsidR="00305240" w:rsidRDefault="00036B80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ehitaja </w:t>
      </w:r>
      <w:r w:rsidR="00B61F70" w:rsidRPr="00305240">
        <w:rPr>
          <w:color w:val="000000"/>
        </w:rPr>
        <w:t xml:space="preserve">poolt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1F70" w:rsidRPr="00305240">
        <w:rPr>
          <w:color w:val="000000"/>
        </w:rPr>
        <w:t xml:space="preserve">le üleantavad tööd on üle vaadatud 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äsundisaaja</w:t>
      </w:r>
      <w:r w:rsidR="00B676DC" w:rsidRPr="00305240">
        <w:rPr>
          <w:color w:val="000000"/>
        </w:rPr>
        <w:t xml:space="preserve"> poolt on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76DC" w:rsidRPr="00305240">
        <w:rPr>
          <w:color w:val="000000"/>
        </w:rPr>
        <w:t>le antud teave üleantavate tööde kohasuse kohta.</w:t>
      </w:r>
    </w:p>
    <w:p w14:paraId="1DADDC31" w14:textId="77777777" w:rsidR="00305240" w:rsidRDefault="00DC4A8F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Fikseeri</w:t>
      </w:r>
      <w:r w:rsidR="003001D6" w:rsidRPr="00305240">
        <w:rPr>
          <w:color w:val="000000"/>
        </w:rPr>
        <w:t>d</w:t>
      </w:r>
      <w:r w:rsidRPr="00305240">
        <w:rPr>
          <w:color w:val="000000"/>
        </w:rPr>
        <w:t xml:space="preserve">a </w:t>
      </w:r>
      <w:r w:rsidR="00C201B3" w:rsidRPr="00305240">
        <w:rPr>
          <w:color w:val="000000"/>
        </w:rPr>
        <w:t>oma viibimised ehitusplatsil ning võimalikud märkused</w:t>
      </w:r>
      <w:r w:rsidRPr="00305240">
        <w:rPr>
          <w:color w:val="000000"/>
        </w:rPr>
        <w:t xml:space="preserve"> </w:t>
      </w:r>
      <w:r w:rsidR="00036B80" w:rsidRPr="00305240">
        <w:rPr>
          <w:color w:val="000000"/>
        </w:rPr>
        <w:t>ehitaja</w:t>
      </w:r>
      <w:r w:rsidRPr="00305240">
        <w:rPr>
          <w:color w:val="000000"/>
        </w:rPr>
        <w:t xml:space="preserve"> poolt täidetavasse päevikusse.</w:t>
      </w:r>
    </w:p>
    <w:p w14:paraId="4A166B9F" w14:textId="77777777" w:rsidR="00305240" w:rsidRDefault="00DC4A8F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Kooskõlasta</w:t>
      </w:r>
      <w:r w:rsidR="003001D6" w:rsidRPr="00305240">
        <w:rPr>
          <w:color w:val="000000"/>
        </w:rPr>
        <w:t>d</w:t>
      </w:r>
      <w:r w:rsidR="007641CC" w:rsidRPr="00305240">
        <w:rPr>
          <w:color w:val="000000"/>
        </w:rPr>
        <w:t>a e</w:t>
      </w:r>
      <w:r w:rsidRPr="00305240">
        <w:rPr>
          <w:color w:val="000000"/>
        </w:rPr>
        <w:t>hitustööde üleandmise-vastuvõtmise aktid.</w:t>
      </w:r>
    </w:p>
    <w:p w14:paraId="32FA3221" w14:textId="77777777" w:rsidR="00305240" w:rsidRPr="00305240" w:rsidRDefault="00740533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V</w:t>
      </w:r>
      <w:r w:rsidRPr="003D33F7">
        <w:t>ajadusel</w:t>
      </w:r>
      <w:r w:rsidRPr="00740533">
        <w:t xml:space="preserve"> vaatama garantiiperioodi jooksul koos käsundiandjaga üle ehitisel ilmnenud mittevastavused ning osalema enne garantiiaja lõppu toimuval garantiiülevaatusel</w:t>
      </w:r>
      <w:r>
        <w:t>.</w:t>
      </w:r>
    </w:p>
    <w:p w14:paraId="7E7471E2" w14:textId="57576DEF" w:rsidR="00305240" w:rsidRPr="00305240" w:rsidRDefault="008C26E6" w:rsidP="00305240">
      <w:pPr>
        <w:pStyle w:val="Loendilik"/>
        <w:numPr>
          <w:ilvl w:val="1"/>
          <w:numId w:val="9"/>
        </w:numPr>
        <w:jc w:val="both"/>
        <w:rPr>
          <w:color w:val="000000"/>
        </w:rPr>
      </w:pPr>
      <w:r>
        <w:t xml:space="preserve">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305240">
        <w:rPr>
          <w:color w:val="000000" w:themeColor="text1"/>
        </w:rPr>
        <w:t xml:space="preserve">Välismaine teenuseosutaja peab järgima temale kehtivaid nõudeid. </w:t>
      </w:r>
    </w:p>
    <w:p w14:paraId="50215C9D" w14:textId="77777777" w:rsidR="00305240" w:rsidRPr="00305240" w:rsidRDefault="00305240" w:rsidP="00305240">
      <w:pPr>
        <w:pStyle w:val="Loendilik"/>
        <w:ind w:left="0"/>
        <w:jc w:val="both"/>
        <w:rPr>
          <w:color w:val="000000"/>
        </w:rPr>
      </w:pPr>
    </w:p>
    <w:p w14:paraId="1DB7D9B3" w14:textId="2EFEC265" w:rsidR="0005270D" w:rsidRPr="00305240" w:rsidRDefault="000D17C9" w:rsidP="00305240">
      <w:pPr>
        <w:pStyle w:val="Loendilik"/>
        <w:numPr>
          <w:ilvl w:val="0"/>
          <w:numId w:val="9"/>
        </w:numPr>
        <w:jc w:val="both"/>
        <w:rPr>
          <w:color w:val="000000"/>
        </w:rPr>
      </w:pPr>
      <w:r w:rsidRPr="00305240">
        <w:rPr>
          <w:b/>
          <w:bCs/>
        </w:rPr>
        <w:t>Käsundiandja</w:t>
      </w:r>
      <w:r w:rsidR="0005270D" w:rsidRPr="00305240">
        <w:rPr>
          <w:b/>
          <w:bCs/>
        </w:rPr>
        <w:t xml:space="preserve"> kohustused</w:t>
      </w:r>
      <w:r w:rsidR="0005270D" w:rsidRPr="00305240">
        <w:rPr>
          <w:b/>
        </w:rPr>
        <w:t xml:space="preserve"> </w:t>
      </w:r>
    </w:p>
    <w:p w14:paraId="381AB40D" w14:textId="77777777" w:rsidR="00305240" w:rsidRDefault="00E36F5B" w:rsidP="0030524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14C9C55E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</w:pPr>
      <w:r w:rsidRPr="00305240">
        <w:t>A</w:t>
      </w:r>
      <w:r w:rsidR="0005270D" w:rsidRPr="00305240">
        <w:t>n</w:t>
      </w:r>
      <w:r w:rsidRPr="00305240">
        <w:t>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05270D" w:rsidRPr="00305240">
        <w:t xml:space="preserve">le üle </w:t>
      </w:r>
      <w:r w:rsidR="00E36F5B" w:rsidRPr="00305240">
        <w:t xml:space="preserve">„Omanikujärelevalve korra“ § 3 lõikes 2 loetletud dokumendid. </w:t>
      </w:r>
    </w:p>
    <w:p w14:paraId="20A170AB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t>Anda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DC4A8F" w:rsidRPr="00305240">
        <w:t xml:space="preserve">le üle </w:t>
      </w:r>
      <w:r w:rsidR="00036B80" w:rsidRPr="00305240">
        <w:t>e</w:t>
      </w:r>
      <w:r w:rsidR="002E06C0" w:rsidRPr="00305240">
        <w:t>hitusprojekti d</w:t>
      </w:r>
      <w:r w:rsidR="00DC4A8F" w:rsidRPr="00305240">
        <w:t>okumentide m</w:t>
      </w:r>
      <w:r w:rsidR="0005270D" w:rsidRPr="00305240">
        <w:t>uudatused samaaegselt nend</w:t>
      </w:r>
      <w:r w:rsidR="00DC4A8F" w:rsidRPr="00305240">
        <w:t xml:space="preserve">e ülendamisega </w:t>
      </w:r>
      <w:r w:rsidR="00036B80" w:rsidRPr="00305240">
        <w:t>ehitajale</w:t>
      </w:r>
      <w:r w:rsidR="00DC4A8F" w:rsidRPr="00305240">
        <w:t xml:space="preserve">, sh </w:t>
      </w:r>
      <w:r w:rsidR="00036B80" w:rsidRPr="00305240">
        <w:rPr>
          <w:color w:val="000000"/>
        </w:rPr>
        <w:t>ehitajaga</w:t>
      </w:r>
      <w:r w:rsidR="00DC4A8F" w:rsidRPr="00305240">
        <w:rPr>
          <w:color w:val="000000"/>
        </w:rPr>
        <w:t xml:space="preserve"> kokkulepitud ajagraafiku ning</w:t>
      </w:r>
      <w:r w:rsidR="007641CC" w:rsidRPr="00305240">
        <w:rPr>
          <w:color w:val="000000"/>
        </w:rPr>
        <w:t xml:space="preserve"> nõudma </w:t>
      </w:r>
      <w:r w:rsidR="00036B80" w:rsidRPr="00305240">
        <w:rPr>
          <w:color w:val="000000"/>
        </w:rPr>
        <w:t>ehitajalt</w:t>
      </w:r>
      <w:r w:rsidR="007641CC" w:rsidRPr="00305240">
        <w:rPr>
          <w:color w:val="000000"/>
        </w:rPr>
        <w:t xml:space="preserve"> ehitustööde</w:t>
      </w:r>
      <w:r w:rsidR="00DC4A8F" w:rsidRPr="00305240">
        <w:rPr>
          <w:color w:val="000000"/>
        </w:rPr>
        <w:t xml:space="preserve"> dokumenteerimist</w:t>
      </w:r>
      <w:r w:rsidR="002E06C0" w:rsidRPr="00305240">
        <w:rPr>
          <w:color w:val="000000"/>
        </w:rPr>
        <w:t>.</w:t>
      </w:r>
    </w:p>
    <w:p w14:paraId="080CEDC9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lastRenderedPageBreak/>
        <w:t>Vastutada</w:t>
      </w:r>
      <w:r w:rsidR="002E06C0" w:rsidRPr="0091069E">
        <w:t xml:space="preserve"> ehitusplatsi, seal toimuva e</w:t>
      </w:r>
      <w:r w:rsidR="0005270D" w:rsidRPr="0091069E">
        <w:t>hitust</w:t>
      </w:r>
      <w:r w:rsidR="002E06C0"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="002E06C0"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45F2955B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t>Esitada</w:t>
      </w:r>
      <w:r w:rsidR="00D10CBA" w:rsidRPr="0091069E">
        <w:t xml:space="preserve"> kolmandale osapoolele, s</w:t>
      </w:r>
      <w:r w:rsidR="002E06C0"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="002E06C0" w:rsidRPr="0091069E">
        <w:t>epin</w:t>
      </w:r>
      <w:r w:rsidR="00036B80">
        <w:t>gu tingimuste ja ehituslepingu</w:t>
      </w:r>
      <w:r w:rsidR="002E06C0"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579B9AC9" w14:textId="2E980A73" w:rsidR="00305240" w:rsidRPr="00305240" w:rsidRDefault="00036B80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19D5B8F8" w14:textId="77777777" w:rsidR="00305240" w:rsidRPr="00305240" w:rsidRDefault="00305240" w:rsidP="00305240">
      <w:pPr>
        <w:pStyle w:val="Loendilik"/>
        <w:ind w:left="0"/>
        <w:jc w:val="both"/>
        <w:rPr>
          <w:b/>
        </w:rPr>
      </w:pPr>
    </w:p>
    <w:p w14:paraId="0A4343AE" w14:textId="066174DC" w:rsidR="00305240" w:rsidRPr="00BA3D2A" w:rsidRDefault="0005270D" w:rsidP="00BA3D2A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 xml:space="preserve">Lepingu </w:t>
      </w:r>
      <w:r w:rsidR="008F0B72" w:rsidRPr="00305240">
        <w:rPr>
          <w:b/>
        </w:rPr>
        <w:t>ülesütlemine</w:t>
      </w:r>
    </w:p>
    <w:p w14:paraId="4C525A52" w14:textId="77777777" w:rsidR="00305240" w:rsidRPr="00305240" w:rsidRDefault="00036B80" w:rsidP="00BA3D2A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>
        <w:t>Käsundisaajal on õigus l</w:t>
      </w:r>
      <w:r w:rsidR="002E06C0" w:rsidRPr="0091069E">
        <w:t>eping ennetähtaegselt üles öelda, kui:</w:t>
      </w:r>
    </w:p>
    <w:p w14:paraId="3BB3B132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 xml:space="preserve">käsundiandja rikub </w:t>
      </w:r>
      <w:r w:rsidR="00223AF7">
        <w:t xml:space="preserve">olulisel määral </w:t>
      </w:r>
      <w:r>
        <w:t>l</w:t>
      </w:r>
      <w:r w:rsidR="002E06C0" w:rsidRPr="0091069E">
        <w:t>epinguga võetud kohustusi;</w:t>
      </w:r>
    </w:p>
    <w:p w14:paraId="7DDB6839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 või osutub maksujõuetuks</w:t>
      </w:r>
      <w:r w:rsidR="00223AF7">
        <w:t>.</w:t>
      </w:r>
    </w:p>
    <w:p w14:paraId="40C07104" w14:textId="77777777" w:rsidR="00305240" w:rsidRPr="00305240" w:rsidRDefault="00223AF7" w:rsidP="002E06C0">
      <w:pPr>
        <w:pStyle w:val="Loendilik"/>
        <w:numPr>
          <w:ilvl w:val="1"/>
          <w:numId w:val="28"/>
        </w:numPr>
        <w:jc w:val="both"/>
        <w:rPr>
          <w:b/>
        </w:rPr>
      </w:pPr>
      <w:r>
        <w:t>K</w:t>
      </w:r>
      <w:r w:rsidR="00036B80">
        <w:t>äsundiandjal on õigus l</w:t>
      </w:r>
      <w:r w:rsidR="002E06C0" w:rsidRPr="0091069E">
        <w:t>eping ennetähtaegselt üles öelda, kui:</w:t>
      </w:r>
    </w:p>
    <w:p w14:paraId="6EF195B8" w14:textId="77777777" w:rsidR="00305240" w:rsidRPr="00305240" w:rsidRDefault="002E06C0" w:rsidP="002E06C0">
      <w:pPr>
        <w:pStyle w:val="Loendilik"/>
        <w:numPr>
          <w:ilvl w:val="2"/>
          <w:numId w:val="28"/>
        </w:numPr>
        <w:jc w:val="both"/>
        <w:rPr>
          <w:b/>
        </w:rPr>
      </w:pPr>
      <w:r w:rsidRPr="0091069E">
        <w:t> i</w:t>
      </w:r>
      <w:r w:rsidR="00036B80">
        <w:t>lmnevad asjaolud, mis muudavad e</w:t>
      </w:r>
      <w:r w:rsidRPr="0091069E">
        <w:t>hitustöö jätkamise võimatuks;</w:t>
      </w:r>
    </w:p>
    <w:p w14:paraId="6FE08840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tegevuse;</w:t>
      </w:r>
    </w:p>
    <w:p w14:paraId="4B58CD86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650F5E43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4F2B970F" w14:textId="571F91B2" w:rsidR="00305240" w:rsidRPr="00305240" w:rsidRDefault="001B50C3" w:rsidP="00305240">
      <w:pPr>
        <w:pStyle w:val="Loendilik"/>
        <w:numPr>
          <w:ilvl w:val="2"/>
          <w:numId w:val="28"/>
        </w:numPr>
        <w:jc w:val="both"/>
        <w:rPr>
          <w:b/>
        </w:rPr>
      </w:pPr>
      <w:r>
        <w:t xml:space="preserve">käsundisaaja rikub olulisel määral lepingut, mh </w:t>
      </w:r>
      <w:r w:rsidR="0011386C">
        <w:t>ei taga käsundi täitmist isiklikult vastava erialase pädevusega spetsialisti poolt vastavalt lepingu ja riigihanke</w:t>
      </w:r>
      <w:r w:rsidR="00305240">
        <w:t>dokumentide nõuetele.</w:t>
      </w:r>
    </w:p>
    <w:p w14:paraId="7125476E" w14:textId="77777777" w:rsidR="00305240" w:rsidRPr="00305240" w:rsidRDefault="00305240" w:rsidP="00305240">
      <w:pPr>
        <w:pStyle w:val="Loendilik"/>
        <w:ind w:left="141"/>
        <w:jc w:val="both"/>
        <w:rPr>
          <w:b/>
        </w:rPr>
      </w:pPr>
    </w:p>
    <w:p w14:paraId="5F2A3E77" w14:textId="77777777" w:rsidR="00305240" w:rsidRDefault="0044482F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Poolte volitatud esindajad</w:t>
      </w:r>
    </w:p>
    <w:p w14:paraId="6EBF2C4C" w14:textId="77777777" w:rsidR="00305240" w:rsidRPr="00305240" w:rsidRDefault="0005270D" w:rsidP="00305240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Pr="0091069E">
        <w:t xml:space="preserve"> ja </w:t>
      </w:r>
      <w:r w:rsidR="00036B80">
        <w:t>k</w:t>
      </w:r>
      <w:r w:rsidR="000D17C9" w:rsidRPr="0091069E">
        <w:t>äsundisaaja</w:t>
      </w:r>
      <w:r w:rsidRPr="0091069E">
        <w:t xml:space="preserve"> ehitusplatsile </w:t>
      </w:r>
      <w:r w:rsidR="0044482F" w:rsidRPr="0091069E">
        <w:t xml:space="preserve">oma </w:t>
      </w:r>
      <w:r w:rsidRPr="0091069E">
        <w:t>täievolilis</w:t>
      </w:r>
      <w:r w:rsidR="00036B80">
        <w:t>e esindaja, kes on kompetentne</w:t>
      </w:r>
      <w:r w:rsidR="00B26CD5">
        <w:t xml:space="preserve"> l</w:t>
      </w:r>
      <w:r w:rsidRPr="0091069E">
        <w:t xml:space="preserve">epingus kirjeldatud tööde osas ja kellega teine </w:t>
      </w:r>
      <w:r w:rsidR="00036B80">
        <w:t>p</w:t>
      </w:r>
      <w:r w:rsidR="0044482F" w:rsidRPr="0091069E">
        <w:t>ool</w:t>
      </w:r>
      <w:r w:rsidRPr="0091069E">
        <w:t xml:space="preserve"> v</w:t>
      </w:r>
      <w:r w:rsidR="00C65D59" w:rsidRPr="0091069E">
        <w:t>õi</w:t>
      </w:r>
      <w:r w:rsidRPr="0091069E">
        <w:t xml:space="preserve"> tema volitatud esindaja saab lahendada k</w:t>
      </w:r>
      <w:r w:rsidR="00C65D59" w:rsidRPr="0091069E">
        <w:t>õ</w:t>
      </w:r>
      <w:r w:rsidRPr="0091069E">
        <w:t xml:space="preserve">ik probleemid seoses </w:t>
      </w:r>
      <w:r w:rsidR="00036B80">
        <w:t>l</w:t>
      </w:r>
      <w:r w:rsidR="0044482F" w:rsidRPr="0091069E">
        <w:t>epingu täitmisega.</w:t>
      </w:r>
      <w:r w:rsidRPr="0091069E">
        <w:t xml:space="preserve"> </w:t>
      </w:r>
    </w:p>
    <w:p w14:paraId="11B243FF" w14:textId="77777777" w:rsidR="00305240" w:rsidRPr="00305240" w:rsidRDefault="000D17C9" w:rsidP="007449A5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14:paraId="64E8245C" w14:textId="77777777" w:rsidR="00305240" w:rsidRPr="00305240" w:rsidRDefault="000D17C9" w:rsidP="00305240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14:paraId="716D7470" w14:textId="77777777" w:rsidR="00305240" w:rsidRDefault="005F2E86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Teadete edastamine</w:t>
      </w:r>
    </w:p>
    <w:p w14:paraId="546BC00C" w14:textId="77777777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 xml:space="preserve">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441C6995" w14:textId="77777777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E-kirja teel edastatud teated peetakse kättesaaduks alates teate edastamisele järgnevast tööpäevast.</w:t>
      </w:r>
    </w:p>
    <w:p w14:paraId="726E16BF" w14:textId="1ABA56D8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79A261A0" w14:textId="77777777" w:rsidR="00305240" w:rsidRPr="00305240" w:rsidRDefault="00305240" w:rsidP="00305240">
      <w:pPr>
        <w:pStyle w:val="Loendilik"/>
        <w:ind w:left="0"/>
        <w:jc w:val="both"/>
        <w:rPr>
          <w:b/>
        </w:rPr>
      </w:pPr>
    </w:p>
    <w:p w14:paraId="039DD25E" w14:textId="77777777" w:rsidR="00305240" w:rsidRDefault="0044482F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Lõppsätted</w:t>
      </w:r>
    </w:p>
    <w:p w14:paraId="5C1B4E6D" w14:textId="77777777" w:rsidR="00305240" w:rsidRPr="00305240" w:rsidRDefault="00036B80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t>Kõik l</w:t>
      </w:r>
      <w:r w:rsidR="0044482F" w:rsidRPr="00305240">
        <w:rPr>
          <w:bCs/>
        </w:rPr>
        <w:t>epingu muudatused jõustuvad päras</w:t>
      </w:r>
      <w:r w:rsidRPr="00305240">
        <w:rPr>
          <w:bCs/>
        </w:rPr>
        <w:t>t nende allakirjutamist mõlema p</w:t>
      </w:r>
      <w:r w:rsidR="0044482F" w:rsidRPr="00305240">
        <w:rPr>
          <w:bCs/>
        </w:rPr>
        <w:t xml:space="preserve">oole poolt </w:t>
      </w:r>
      <w:r w:rsidRPr="00305240">
        <w:rPr>
          <w:bCs/>
        </w:rPr>
        <w:t>al</w:t>
      </w:r>
      <w:r w:rsidRPr="00305240">
        <w:rPr>
          <w:bCs/>
        </w:rPr>
        <w:softHyphen/>
        <w:t>lakirjutamise momendist või p</w:t>
      </w:r>
      <w:r w:rsidR="0044482F" w:rsidRPr="00305240">
        <w:rPr>
          <w:bCs/>
        </w:rPr>
        <w:t>oolte poolt kirjalikult määratud tähtajal.</w:t>
      </w:r>
    </w:p>
    <w:p w14:paraId="4FBE969F" w14:textId="70893DF8" w:rsidR="0044482F" w:rsidRPr="00305240" w:rsidRDefault="0044482F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lastRenderedPageBreak/>
        <w:t>Lepinguga seonduvaid eria</w:t>
      </w:r>
      <w:r w:rsidR="00036B80" w:rsidRPr="00305240">
        <w:rPr>
          <w:bCs/>
        </w:rPr>
        <w:t>rvamusi ja vaidlusi lahendavad p</w:t>
      </w:r>
      <w:r w:rsidRPr="00305240">
        <w:rPr>
          <w:bCs/>
        </w:rPr>
        <w:t>ooled eel</w:t>
      </w:r>
      <w:r w:rsidR="00036B80" w:rsidRPr="00305240">
        <w:rPr>
          <w:bCs/>
        </w:rPr>
        <w:t>kõige läbirääkimiste teel. Kui l</w:t>
      </w:r>
      <w:r w:rsidRPr="00305240">
        <w:rPr>
          <w:bCs/>
        </w:rPr>
        <w:t>epingust tulenevaid</w:t>
      </w:r>
      <w:r w:rsidR="00036B80" w:rsidRPr="00305240">
        <w:rPr>
          <w:bCs/>
        </w:rPr>
        <w:t xml:space="preserve"> vaidlusi ei õnnestu lahendada p</w:t>
      </w:r>
      <w:r w:rsidRPr="00305240">
        <w:rPr>
          <w:bCs/>
        </w:rPr>
        <w:t>oolte läbirääkimistega, lahen</w:t>
      </w:r>
      <w:r w:rsidRPr="00305240">
        <w:rPr>
          <w:bCs/>
        </w:rPr>
        <w:softHyphen/>
        <w:t>datakse vaidlus kostja asukohajärgses kohtus.</w:t>
      </w:r>
    </w:p>
    <w:p w14:paraId="268BED57" w14:textId="3DA2BF75" w:rsidR="0044482F" w:rsidRDefault="0044482F" w:rsidP="0044482F">
      <w:pPr>
        <w:jc w:val="both"/>
      </w:pPr>
    </w:p>
    <w:p w14:paraId="2797CC9D" w14:textId="285EF35E" w:rsidR="003A0AC1" w:rsidRDefault="003A0AC1" w:rsidP="0044482F">
      <w:pPr>
        <w:jc w:val="both"/>
      </w:pPr>
    </w:p>
    <w:p w14:paraId="5DAB2F45" w14:textId="69594895" w:rsidR="003A0AC1" w:rsidRDefault="003A0AC1" w:rsidP="0044482F">
      <w:pPr>
        <w:jc w:val="both"/>
      </w:pPr>
    </w:p>
    <w:p w14:paraId="21427391" w14:textId="215784A3" w:rsidR="003A0AC1" w:rsidRDefault="003A0AC1" w:rsidP="0044482F">
      <w:pPr>
        <w:jc w:val="both"/>
      </w:pPr>
    </w:p>
    <w:p w14:paraId="3588361C" w14:textId="40440FC3" w:rsidR="003A0AC1" w:rsidRDefault="003A0AC1" w:rsidP="0044482F">
      <w:pPr>
        <w:jc w:val="both"/>
      </w:pPr>
    </w:p>
    <w:p w14:paraId="0E1D8CBA" w14:textId="25F614BF" w:rsidR="003A0AC1" w:rsidRDefault="003A0AC1" w:rsidP="0044482F">
      <w:pPr>
        <w:jc w:val="both"/>
      </w:pPr>
    </w:p>
    <w:p w14:paraId="6C86B7D4" w14:textId="45B644F9" w:rsidR="003A0AC1" w:rsidRDefault="003A0AC1" w:rsidP="0044482F">
      <w:pPr>
        <w:jc w:val="both"/>
      </w:pPr>
    </w:p>
    <w:p w14:paraId="7C80E2B7" w14:textId="77777777" w:rsidR="003A0AC1" w:rsidRPr="00590021" w:rsidRDefault="003A0AC1" w:rsidP="0044482F">
      <w:pPr>
        <w:jc w:val="both"/>
      </w:pPr>
    </w:p>
    <w:p w14:paraId="611CEF1B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14:paraId="6DFA8616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2E0DCA1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620F4BD8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7FDD75B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08E2AA34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3EF6DD46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1F9393D5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7B9B1E3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14:paraId="272C354A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A8435C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242D22A6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7087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14:paraId="6472A25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052821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14:paraId="6EE1686E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703A1F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14:paraId="4EFFB9CB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CA8660" w14:textId="77777777"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14:paraId="2091CF25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C46FBF" w14:textId="77777777"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14:paraId="40066B4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77E8E" w14:textId="77777777"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14:paraId="400EF74F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3276DB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E2052A3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E53B7" w14:textId="77777777" w:rsidR="00C25B68" w:rsidRPr="00590021" w:rsidRDefault="00C25B68" w:rsidP="00016F0C"/>
        </w:tc>
        <w:tc>
          <w:tcPr>
            <w:tcW w:w="567" w:type="dxa"/>
          </w:tcPr>
          <w:p w14:paraId="44EE73EA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1A915" w14:textId="77777777" w:rsidR="00C25B68" w:rsidRDefault="00C25B68" w:rsidP="00016F0C"/>
        </w:tc>
      </w:tr>
    </w:tbl>
    <w:p w14:paraId="090F000C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11"/>
      <w:headerReference w:type="first" r:id="rId12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B334" w14:textId="77777777" w:rsidR="00B323CF" w:rsidRDefault="00B323CF" w:rsidP="001B600D">
      <w:r>
        <w:separator/>
      </w:r>
    </w:p>
  </w:endnote>
  <w:endnote w:type="continuationSeparator" w:id="0">
    <w:p w14:paraId="74899002" w14:textId="77777777"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951E" w14:textId="77777777" w:rsidR="00B323CF" w:rsidRDefault="00B323CF" w:rsidP="001B600D">
      <w:r>
        <w:separator/>
      </w:r>
    </w:p>
  </w:footnote>
  <w:footnote w:type="continuationSeparator" w:id="0">
    <w:p w14:paraId="12AA62D9" w14:textId="77777777"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DA897" w14:textId="77777777" w:rsidR="000422A9" w:rsidRDefault="000422A9" w:rsidP="000422A9">
    <w:pPr>
      <w:pStyle w:val="Pis"/>
    </w:pPr>
    <w:r>
      <w:t xml:space="preserve">                      </w:t>
    </w:r>
  </w:p>
  <w:p w14:paraId="40C9A72F" w14:textId="6492852D"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B0581C">
      <w:rPr>
        <w:noProof/>
      </w:rPr>
      <w:t>2</w:t>
    </w:r>
    <w:r w:rsidR="00AC7420">
      <w:fldChar w:fldCharType="end"/>
    </w:r>
  </w:p>
  <w:p w14:paraId="131F995B" w14:textId="77777777"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6BD3" w14:textId="537C024C"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B0581C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13A754B9" w14:textId="77777777"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53069"/>
    <w:multiLevelType w:val="multilevel"/>
    <w:tmpl w:val="3D9ABBEE"/>
    <w:lvl w:ilvl="0">
      <w:start w:val="7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425"/>
        </w:tabs>
        <w:ind w:left="141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DED7AB1"/>
    <w:multiLevelType w:val="multilevel"/>
    <w:tmpl w:val="D714B57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3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6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0195834">
    <w:abstractNumId w:val="4"/>
  </w:num>
  <w:num w:numId="2" w16cid:durableId="405032756">
    <w:abstractNumId w:val="3"/>
  </w:num>
  <w:num w:numId="3" w16cid:durableId="1285191603">
    <w:abstractNumId w:val="23"/>
  </w:num>
  <w:num w:numId="4" w16cid:durableId="228544245">
    <w:abstractNumId w:val="2"/>
  </w:num>
  <w:num w:numId="5" w16cid:durableId="963923710">
    <w:abstractNumId w:val="13"/>
  </w:num>
  <w:num w:numId="6" w16cid:durableId="1208681646">
    <w:abstractNumId w:val="6"/>
  </w:num>
  <w:num w:numId="7" w16cid:durableId="251356901">
    <w:abstractNumId w:val="26"/>
  </w:num>
  <w:num w:numId="8" w16cid:durableId="2065062461">
    <w:abstractNumId w:val="22"/>
  </w:num>
  <w:num w:numId="9" w16cid:durableId="1394419">
    <w:abstractNumId w:val="11"/>
  </w:num>
  <w:num w:numId="10" w16cid:durableId="1932614793">
    <w:abstractNumId w:val="12"/>
  </w:num>
  <w:num w:numId="11" w16cid:durableId="1745688768">
    <w:abstractNumId w:val="14"/>
  </w:num>
  <w:num w:numId="12" w16cid:durableId="1281304732">
    <w:abstractNumId w:val="24"/>
  </w:num>
  <w:num w:numId="13" w16cid:durableId="1523663121">
    <w:abstractNumId w:val="18"/>
  </w:num>
  <w:num w:numId="14" w16cid:durableId="1300452549">
    <w:abstractNumId w:val="19"/>
  </w:num>
  <w:num w:numId="15" w16cid:durableId="864370162">
    <w:abstractNumId w:val="25"/>
  </w:num>
  <w:num w:numId="16" w16cid:durableId="30539782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 w16cid:durableId="1066144129">
    <w:abstractNumId w:val="15"/>
  </w:num>
  <w:num w:numId="18" w16cid:durableId="1660038801">
    <w:abstractNumId w:val="21"/>
  </w:num>
  <w:num w:numId="19" w16cid:durableId="323239481">
    <w:abstractNumId w:val="0"/>
  </w:num>
  <w:num w:numId="20" w16cid:durableId="1674607917">
    <w:abstractNumId w:val="8"/>
  </w:num>
  <w:num w:numId="21" w16cid:durableId="1426730547">
    <w:abstractNumId w:val="1"/>
  </w:num>
  <w:num w:numId="22" w16cid:durableId="925648904">
    <w:abstractNumId w:val="7"/>
  </w:num>
  <w:num w:numId="23" w16cid:durableId="590703382">
    <w:abstractNumId w:val="5"/>
  </w:num>
  <w:num w:numId="24" w16cid:durableId="482622304">
    <w:abstractNumId w:val="9"/>
  </w:num>
  <w:num w:numId="25" w16cid:durableId="1273705475">
    <w:abstractNumId w:val="16"/>
  </w:num>
  <w:num w:numId="26" w16cid:durableId="2103643351">
    <w:abstractNumId w:val="17"/>
  </w:num>
  <w:num w:numId="27" w16cid:durableId="1491362517">
    <w:abstractNumId w:val="20"/>
  </w:num>
  <w:num w:numId="28" w16cid:durableId="9413016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90"/>
    <w:rsid w:val="00036B80"/>
    <w:rsid w:val="0004113E"/>
    <w:rsid w:val="000422A9"/>
    <w:rsid w:val="000435B4"/>
    <w:rsid w:val="0004385A"/>
    <w:rsid w:val="00045BAE"/>
    <w:rsid w:val="0005270D"/>
    <w:rsid w:val="00053616"/>
    <w:rsid w:val="0006217E"/>
    <w:rsid w:val="0006393C"/>
    <w:rsid w:val="0006509D"/>
    <w:rsid w:val="00067EF9"/>
    <w:rsid w:val="000761D0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4006"/>
    <w:rsid w:val="000E5B2E"/>
    <w:rsid w:val="000F0B58"/>
    <w:rsid w:val="000F235F"/>
    <w:rsid w:val="000F64D5"/>
    <w:rsid w:val="001026E9"/>
    <w:rsid w:val="00102ABF"/>
    <w:rsid w:val="001035F9"/>
    <w:rsid w:val="00103F00"/>
    <w:rsid w:val="0011386C"/>
    <w:rsid w:val="00116F1C"/>
    <w:rsid w:val="001257BD"/>
    <w:rsid w:val="00150C37"/>
    <w:rsid w:val="00163839"/>
    <w:rsid w:val="00167450"/>
    <w:rsid w:val="001734D8"/>
    <w:rsid w:val="0018303C"/>
    <w:rsid w:val="0019260F"/>
    <w:rsid w:val="001A0FBA"/>
    <w:rsid w:val="001A6F35"/>
    <w:rsid w:val="001B3AFF"/>
    <w:rsid w:val="001B50C3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23AF7"/>
    <w:rsid w:val="00232FD6"/>
    <w:rsid w:val="00233CB1"/>
    <w:rsid w:val="0025669A"/>
    <w:rsid w:val="00265946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05240"/>
    <w:rsid w:val="00313856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87ADD"/>
    <w:rsid w:val="003A0111"/>
    <w:rsid w:val="003A0AC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07139"/>
    <w:rsid w:val="00424151"/>
    <w:rsid w:val="00434E15"/>
    <w:rsid w:val="00442628"/>
    <w:rsid w:val="0044482F"/>
    <w:rsid w:val="00444C6E"/>
    <w:rsid w:val="00457E0C"/>
    <w:rsid w:val="004676FD"/>
    <w:rsid w:val="00472146"/>
    <w:rsid w:val="00473AD7"/>
    <w:rsid w:val="00473EB8"/>
    <w:rsid w:val="00474584"/>
    <w:rsid w:val="0048198C"/>
    <w:rsid w:val="00482E6B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4D80"/>
    <w:rsid w:val="00566020"/>
    <w:rsid w:val="00590021"/>
    <w:rsid w:val="005924F6"/>
    <w:rsid w:val="00592D02"/>
    <w:rsid w:val="00597CCC"/>
    <w:rsid w:val="005A46CF"/>
    <w:rsid w:val="005A667B"/>
    <w:rsid w:val="005A73C8"/>
    <w:rsid w:val="005C54CD"/>
    <w:rsid w:val="005D0B95"/>
    <w:rsid w:val="005E1AD8"/>
    <w:rsid w:val="005E2240"/>
    <w:rsid w:val="005E3206"/>
    <w:rsid w:val="005E7B48"/>
    <w:rsid w:val="005F20FC"/>
    <w:rsid w:val="005F2E86"/>
    <w:rsid w:val="005F698B"/>
    <w:rsid w:val="006158FA"/>
    <w:rsid w:val="006204B7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D3E29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A4A6F"/>
    <w:rsid w:val="007B39F2"/>
    <w:rsid w:val="007B6333"/>
    <w:rsid w:val="007B7110"/>
    <w:rsid w:val="007C1BF0"/>
    <w:rsid w:val="007C3C1F"/>
    <w:rsid w:val="007C4C8F"/>
    <w:rsid w:val="007D43B5"/>
    <w:rsid w:val="007E2BAE"/>
    <w:rsid w:val="007E37AE"/>
    <w:rsid w:val="007E42E6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0375"/>
    <w:rsid w:val="00951565"/>
    <w:rsid w:val="00951D0E"/>
    <w:rsid w:val="0095426F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176DB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913B3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0581C"/>
    <w:rsid w:val="00B22810"/>
    <w:rsid w:val="00B26585"/>
    <w:rsid w:val="00B26CD5"/>
    <w:rsid w:val="00B30247"/>
    <w:rsid w:val="00B323CF"/>
    <w:rsid w:val="00B37C14"/>
    <w:rsid w:val="00B60F1B"/>
    <w:rsid w:val="00B61F70"/>
    <w:rsid w:val="00B676DC"/>
    <w:rsid w:val="00B87CD3"/>
    <w:rsid w:val="00B87DD5"/>
    <w:rsid w:val="00B94663"/>
    <w:rsid w:val="00B957F8"/>
    <w:rsid w:val="00BA3D2A"/>
    <w:rsid w:val="00BA5A7C"/>
    <w:rsid w:val="00BB51DC"/>
    <w:rsid w:val="00BB6809"/>
    <w:rsid w:val="00BC0D0B"/>
    <w:rsid w:val="00BC1552"/>
    <w:rsid w:val="00BE55BA"/>
    <w:rsid w:val="00BF766C"/>
    <w:rsid w:val="00C049BD"/>
    <w:rsid w:val="00C06C2F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1DFE"/>
    <w:rsid w:val="00E169F4"/>
    <w:rsid w:val="00E26C2A"/>
    <w:rsid w:val="00E36F5B"/>
    <w:rsid w:val="00E40034"/>
    <w:rsid w:val="00E42E35"/>
    <w:rsid w:val="00E517E1"/>
    <w:rsid w:val="00E54EE4"/>
    <w:rsid w:val="00E64B48"/>
    <w:rsid w:val="00E67FD8"/>
    <w:rsid w:val="00E762D2"/>
    <w:rsid w:val="00E834B3"/>
    <w:rsid w:val="00E83EBB"/>
    <w:rsid w:val="00E93F9B"/>
    <w:rsid w:val="00EB37F8"/>
    <w:rsid w:val="00EB7034"/>
    <w:rsid w:val="00ED1DD3"/>
    <w:rsid w:val="00ED5056"/>
    <w:rsid w:val="00EE1D3D"/>
    <w:rsid w:val="00EE230D"/>
    <w:rsid w:val="00EE6A8D"/>
    <w:rsid w:val="00EF468E"/>
    <w:rsid w:val="00EF6F96"/>
    <w:rsid w:val="00F11F08"/>
    <w:rsid w:val="00F165A9"/>
    <w:rsid w:val="00F22E11"/>
    <w:rsid w:val="00F23365"/>
    <w:rsid w:val="00F23670"/>
    <w:rsid w:val="00F25F8B"/>
    <w:rsid w:val="00F30619"/>
    <w:rsid w:val="00F307B0"/>
    <w:rsid w:val="00F3086C"/>
    <w:rsid w:val="00F3252E"/>
    <w:rsid w:val="00F459B2"/>
    <w:rsid w:val="00F54986"/>
    <w:rsid w:val="00F70BFF"/>
    <w:rsid w:val="00F95D3E"/>
    <w:rsid w:val="00FB0380"/>
    <w:rsid w:val="00FC120D"/>
    <w:rsid w:val="00FC69F0"/>
    <w:rsid w:val="00FD067B"/>
    <w:rsid w:val="00FD22E9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A74DEA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paragraph" w:styleId="Redaktsioon">
    <w:name w:val="Revision"/>
    <w:hidden/>
    <w:uiPriority w:val="99"/>
    <w:semiHidden/>
    <w:rsid w:val="00A176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5BB6-FCD4-4C27-B59A-E27401EC4F55}">
  <ds:schemaRefs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01f956-65e9-4f02-8f9c-607275500d38"/>
    <ds:schemaRef ds:uri="ad8159d5-3832-492c-8b12-f4b734a8b39a"/>
  </ds:schemaRefs>
</ds:datastoreItem>
</file>

<file path=customXml/itemProps2.xml><?xml version="1.0" encoding="utf-8"?>
<ds:datastoreItem xmlns:ds="http://schemas.openxmlformats.org/officeDocument/2006/customXml" ds:itemID="{62B733A8-ED63-4541-8E3A-7FD5CFE6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4478D-BC96-45A6-A2B9-2E6B59C4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F2F8C-E5E0-4BB6-AD6A-F185BE63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4</TotalTime>
  <Pages>5</Pages>
  <Words>1326</Words>
  <Characters>10501</Characters>
  <Application>Microsoft Office Word</Application>
  <DocSecurity>0</DocSecurity>
  <Lines>87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13</cp:revision>
  <cp:lastPrinted>2013-03-12T11:00:00Z</cp:lastPrinted>
  <dcterms:created xsi:type="dcterms:W3CDTF">2024-04-09T06:19:00Z</dcterms:created>
  <dcterms:modified xsi:type="dcterms:W3CDTF">2024-04-10T13:37:00Z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